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CC705" w14:textId="77777777" w:rsidR="001A1D1A" w:rsidRDefault="00A03A13">
      <w:pPr>
        <w:pStyle w:val="Heading1"/>
      </w:pPr>
      <w:bookmarkStart w:id="0" w:name="_Toc370037312"/>
      <w:r>
        <w:rPr>
          <w:rFonts w:cs="Calibri"/>
          <w:sz w:val="32"/>
          <w:szCs w:val="32"/>
        </w:rPr>
        <w:t>Letter of Invitation</w:t>
      </w:r>
      <w:bookmarkEnd w:id="0"/>
    </w:p>
    <w:p w14:paraId="59AC009A" w14:textId="77777777" w:rsidR="001A1D1A" w:rsidRDefault="00A03A13">
      <w:pPr>
        <w:pStyle w:val="Heading1"/>
      </w:pPr>
      <w:r>
        <w:t>REQUEST FOR QUOTATION</w:t>
      </w:r>
    </w:p>
    <w:p w14:paraId="36A00277" w14:textId="77777777" w:rsidR="001A1D1A" w:rsidRDefault="001A1D1A">
      <w:pPr>
        <w:jc w:val="both"/>
        <w:rPr>
          <w:rFonts w:ascii="Calibri" w:hAnsi="Calibri" w:cs="Calibri"/>
          <w:lang w:val="en-GB"/>
        </w:rPr>
      </w:pPr>
    </w:p>
    <w:p w14:paraId="338B6600" w14:textId="77777777" w:rsidR="001A1D1A" w:rsidRDefault="00A03A13">
      <w:pPr>
        <w:ind w:left="5760"/>
        <w:jc w:val="both"/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Ministry of Health &amp; Medical Services</w:t>
      </w:r>
    </w:p>
    <w:p w14:paraId="05D4CE84" w14:textId="77777777" w:rsidR="001A1D1A" w:rsidRDefault="00A03A13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Nawerewere</w:t>
      </w:r>
    </w:p>
    <w:p w14:paraId="5003607D" w14:textId="77777777" w:rsidR="001A1D1A" w:rsidRDefault="00A03A13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P.O. Box 268 / Bikenibeu</w:t>
      </w:r>
    </w:p>
    <w:p w14:paraId="2C9980A4" w14:textId="77777777" w:rsidR="001A1D1A" w:rsidRDefault="00A03A13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Republic of Kiribati</w:t>
      </w:r>
    </w:p>
    <w:p w14:paraId="17E8D644" w14:textId="77777777" w:rsidR="001A1D1A" w:rsidRDefault="001A1D1A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5A70BB81" w14:textId="191D4EE1" w:rsidR="001A1D1A" w:rsidRDefault="00A03A13">
      <w:pPr>
        <w:tabs>
          <w:tab w:val="left" w:pos="3345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To Whom It May Concern,</w:t>
      </w:r>
      <w:r w:rsidR="009C45F7">
        <w:rPr>
          <w:rFonts w:ascii="Calibri" w:hAnsi="Calibri" w:cs="Calibri"/>
          <w:lang w:val="en-GB"/>
        </w:rPr>
        <w:t xml:space="preserve"> </w:t>
      </w:r>
    </w:p>
    <w:p w14:paraId="31D624AC" w14:textId="77777777" w:rsidR="001A1D1A" w:rsidRDefault="001A1D1A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7F49A808" w14:textId="77777777" w:rsidR="001A1D1A" w:rsidRDefault="00A03A13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 w:eastAsia="ko-KR"/>
        </w:rPr>
        <w:t>The Ministry of Health and Medical Services invites Quotations from Tenderers to supply the Goods described in this Request for Quotation (RFQ) as below.</w:t>
      </w:r>
    </w:p>
    <w:p w14:paraId="47C03B09" w14:textId="1F1FE4A2" w:rsidR="001A1D1A" w:rsidRDefault="00A03A13">
      <w:pPr>
        <w:pStyle w:val="Heading2"/>
        <w:tabs>
          <w:tab w:val="left" w:pos="2835"/>
        </w:tabs>
        <w:rPr>
          <w:sz w:val="24"/>
          <w:szCs w:val="24"/>
          <w:lang w:val="en-US" w:eastAsia="ko-KR"/>
        </w:rPr>
      </w:pPr>
      <w:bookmarkStart w:id="1" w:name="_Ref384989099"/>
      <w:bookmarkStart w:id="2" w:name="_Ref374243803"/>
      <w:bookmarkStart w:id="3" w:name="_Ref371928515"/>
      <w:bookmarkStart w:id="4" w:name="_Ref385265302"/>
      <w:r>
        <w:rPr>
          <w:sz w:val="24"/>
          <w:szCs w:val="24"/>
        </w:rPr>
        <w:t>Procurement No:</w:t>
      </w:r>
      <w:r>
        <w:rPr>
          <w:sz w:val="24"/>
          <w:szCs w:val="24"/>
        </w:rPr>
        <w:tab/>
      </w:r>
      <w:bookmarkEnd w:id="1"/>
      <w:bookmarkEnd w:id="2"/>
      <w:bookmarkEnd w:id="3"/>
      <w:bookmarkEnd w:id="4"/>
      <w:r>
        <w:rPr>
          <w:rStyle w:val="Strong"/>
          <w:b/>
          <w:bCs w:val="0"/>
          <w:sz w:val="24"/>
          <w:szCs w:val="24"/>
          <w:lang w:val="en-US"/>
        </w:rPr>
        <w:t>22-G00</w:t>
      </w:r>
      <w:r w:rsidR="00B7601A">
        <w:rPr>
          <w:rStyle w:val="Strong"/>
          <w:b/>
          <w:bCs w:val="0"/>
          <w:sz w:val="24"/>
          <w:szCs w:val="24"/>
          <w:lang w:val="en-US"/>
        </w:rPr>
        <w:t>2-22</w:t>
      </w:r>
    </w:p>
    <w:p w14:paraId="34A59320" w14:textId="5645410C" w:rsidR="001A1D1A" w:rsidRDefault="009A3633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  <w:lang w:val="en-GB"/>
        </w:rPr>
        <w:t>I</w:t>
      </w:r>
      <w:r w:rsidR="00A03A13">
        <w:rPr>
          <w:rFonts w:cs="Calibri"/>
          <w:sz w:val="24"/>
          <w:lang w:val="en-GB"/>
        </w:rPr>
        <w:t>ssue Date:</w:t>
      </w:r>
      <w:r w:rsidR="00A03A13">
        <w:rPr>
          <w:rFonts w:cs="Calibri"/>
          <w:sz w:val="24"/>
          <w:lang w:val="en-GB"/>
        </w:rPr>
        <w:tab/>
      </w:r>
      <w:r w:rsidR="0053491D">
        <w:rPr>
          <w:rFonts w:cs="Calibri"/>
          <w:sz w:val="24"/>
          <w:lang w:val="en-GB"/>
        </w:rPr>
        <w:t>01</w:t>
      </w:r>
      <w:r w:rsidR="0053491D" w:rsidRPr="0053491D">
        <w:rPr>
          <w:rFonts w:cs="Calibri"/>
          <w:sz w:val="24"/>
          <w:vertAlign w:val="superscript"/>
          <w:lang w:val="en-GB"/>
        </w:rPr>
        <w:t>st</w:t>
      </w:r>
      <w:r w:rsidR="0053491D">
        <w:rPr>
          <w:rFonts w:cs="Calibri"/>
          <w:sz w:val="24"/>
          <w:lang w:val="en-GB"/>
        </w:rPr>
        <w:t xml:space="preserve"> August</w:t>
      </w:r>
      <w:r w:rsidR="00B7601A">
        <w:rPr>
          <w:rFonts w:cs="Calibri"/>
          <w:sz w:val="24"/>
          <w:lang w:val="en-GB"/>
        </w:rPr>
        <w:t>, 2022</w:t>
      </w:r>
    </w:p>
    <w:p w14:paraId="4F09F7B5" w14:textId="46F2AB20" w:rsidR="001A1D1A" w:rsidRDefault="00A03A13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>
        <w:rPr>
          <w:rFonts w:cs="Calibri"/>
          <w:sz w:val="24"/>
          <w:lang w:val="en-GB"/>
        </w:rPr>
        <w:t>RFQ Closing Date:</w:t>
      </w:r>
      <w:r>
        <w:rPr>
          <w:rFonts w:cs="Calibri"/>
          <w:sz w:val="24"/>
          <w:lang w:val="en-GB"/>
        </w:rPr>
        <w:tab/>
      </w:r>
      <w:r w:rsidR="00A01931">
        <w:rPr>
          <w:rFonts w:cs="Calibri"/>
          <w:sz w:val="24"/>
        </w:rPr>
        <w:t xml:space="preserve"> </w:t>
      </w:r>
      <w:r w:rsidR="00E80C50">
        <w:rPr>
          <w:rFonts w:cs="Calibri"/>
          <w:sz w:val="24"/>
        </w:rPr>
        <w:t>2</w:t>
      </w:r>
      <w:r w:rsidR="0053491D">
        <w:rPr>
          <w:rFonts w:cs="Calibri"/>
          <w:sz w:val="24"/>
        </w:rPr>
        <w:t>5</w:t>
      </w:r>
      <w:r w:rsidR="0053491D" w:rsidRPr="0053491D">
        <w:rPr>
          <w:rFonts w:cs="Calibri"/>
          <w:sz w:val="24"/>
          <w:vertAlign w:val="superscript"/>
        </w:rPr>
        <w:t>th</w:t>
      </w:r>
      <w:r w:rsidR="0053491D">
        <w:rPr>
          <w:rFonts w:cs="Calibri"/>
          <w:sz w:val="24"/>
        </w:rPr>
        <w:t xml:space="preserve"> August</w:t>
      </w:r>
      <w:r w:rsidR="00E80C50">
        <w:rPr>
          <w:rFonts w:cs="Calibri"/>
          <w:sz w:val="24"/>
        </w:rPr>
        <w:t xml:space="preserve">, </w:t>
      </w:r>
      <w:r w:rsidR="00370B50">
        <w:rPr>
          <w:rFonts w:cs="Calibri"/>
          <w:sz w:val="24"/>
        </w:rPr>
        <w:t>2022</w:t>
      </w:r>
      <w:r>
        <w:rPr>
          <w:rFonts w:cs="Calibri"/>
          <w:sz w:val="24"/>
        </w:rPr>
        <w:t xml:space="preserve"> </w:t>
      </w:r>
      <w:r>
        <w:rPr>
          <w:rFonts w:cs="Calibri"/>
          <w:color w:val="FF0000"/>
          <w:sz w:val="24"/>
          <w:lang w:val="en-GB"/>
        </w:rPr>
        <w:t xml:space="preserve"> – 1</w:t>
      </w:r>
      <w:r>
        <w:rPr>
          <w:rFonts w:cs="Calibri"/>
          <w:color w:val="FF0000"/>
          <w:sz w:val="24"/>
        </w:rPr>
        <w:t>7</w:t>
      </w:r>
      <w:r>
        <w:rPr>
          <w:rFonts w:cs="Calibri"/>
          <w:color w:val="FF0000"/>
          <w:sz w:val="24"/>
          <w:lang w:val="en-GB"/>
        </w:rPr>
        <w:t>h00 UTC+12 (Tarawa Time)</w:t>
      </w:r>
      <w:r>
        <w:rPr>
          <w:rFonts w:cs="Calibri"/>
          <w:sz w:val="24"/>
          <w:lang w:val="en-GB"/>
        </w:rPr>
        <w:t>*</w:t>
      </w:r>
    </w:p>
    <w:p w14:paraId="4C70C6BA" w14:textId="77777777" w:rsidR="001A1D1A" w:rsidRDefault="00A03A13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>
        <w:rPr>
          <w:rFonts w:cs="Calibri"/>
          <w:sz w:val="24"/>
          <w:lang w:val="en-GB"/>
        </w:rPr>
        <w:t>Procurement Title:</w:t>
      </w:r>
      <w:r>
        <w:rPr>
          <w:rFonts w:cs="Calibri"/>
          <w:sz w:val="24"/>
          <w:lang w:val="en-GB"/>
        </w:rPr>
        <w:tab/>
        <w:t xml:space="preserve">Request for Quotation (RFQ) – </w:t>
      </w:r>
      <w:r w:rsidR="00E63034">
        <w:rPr>
          <w:rFonts w:cs="Calibri"/>
          <w:sz w:val="24"/>
          <w:lang w:val="en-GB"/>
        </w:rPr>
        <w:t>Ophthalmic Equipment</w:t>
      </w:r>
    </w:p>
    <w:p w14:paraId="1D849D99" w14:textId="77777777" w:rsidR="001A1D1A" w:rsidRDefault="00A03A13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/>
        </w:rPr>
        <w:t xml:space="preserve">This RFQ consists of </w:t>
      </w:r>
      <w:r>
        <w:rPr>
          <w:rFonts w:ascii="Calibri" w:hAnsi="Calibri" w:cs="Calibri"/>
          <w:lang w:val="en-GB" w:eastAsia="ko-KR"/>
        </w:rPr>
        <w:t xml:space="preserve">the following </w:t>
      </w:r>
      <w:r>
        <w:rPr>
          <w:rFonts w:ascii="Calibri" w:hAnsi="Calibri" w:cs="Calibri"/>
          <w:lang w:val="en-GB"/>
        </w:rPr>
        <w:t>documents, in addition to this letter, in separate files</w:t>
      </w:r>
      <w:r>
        <w:rPr>
          <w:rFonts w:ascii="Calibri" w:hAnsi="Calibri" w:cs="Calibri"/>
          <w:lang w:val="en-GB" w:eastAsia="ko-KR"/>
        </w:rPr>
        <w:t>:</w:t>
      </w:r>
    </w:p>
    <w:p w14:paraId="039EA9C3" w14:textId="77777777" w:rsidR="001A1D1A" w:rsidRDefault="00A03A1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Instructions on how to submit a Quotation</w:t>
      </w:r>
    </w:p>
    <w:p w14:paraId="78E353A3" w14:textId="77777777" w:rsidR="001A1D1A" w:rsidRDefault="00A03A1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Time Schedule for the RFQ/procurement process</w:t>
      </w:r>
    </w:p>
    <w:p w14:paraId="440C7E17" w14:textId="77777777" w:rsidR="001A1D1A" w:rsidRDefault="00A03A1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bCs/>
          <w:lang w:val="en-GB"/>
        </w:rPr>
        <w:t xml:space="preserve">Specification of </w:t>
      </w:r>
      <w:r>
        <w:rPr>
          <w:rFonts w:ascii="Calibri" w:hAnsi="Calibri" w:cs="Calibri"/>
          <w:b/>
          <w:lang w:val="en-GB"/>
        </w:rPr>
        <w:t>Goods to be supplied</w:t>
      </w:r>
    </w:p>
    <w:p w14:paraId="2E4E0529" w14:textId="77777777" w:rsidR="001A1D1A" w:rsidRDefault="00A03A1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Evaluation Criteria and Method</w:t>
      </w:r>
    </w:p>
    <w:p w14:paraId="0228B058" w14:textId="77777777" w:rsidR="001A1D1A" w:rsidRDefault="00A03A1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 Contract Conditions for the Supply of Standard Goods</w:t>
      </w:r>
    </w:p>
    <w:p w14:paraId="6E01C727" w14:textId="77777777" w:rsidR="001A1D1A" w:rsidRDefault="00A03A1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General Contract Conditions for the Supply of Standard Goods</w:t>
      </w:r>
    </w:p>
    <w:p w14:paraId="5542234C" w14:textId="77777777" w:rsidR="001A1D1A" w:rsidRDefault="00A03A1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>
        <w:rPr>
          <w:rFonts w:ascii="Calibri" w:hAnsi="Calibri" w:cs="Calibri"/>
          <w:b/>
          <w:bCs/>
          <w:lang w:val="en-GB"/>
        </w:rPr>
        <w:t>Certificate of Compliance Form</w:t>
      </w:r>
    </w:p>
    <w:p w14:paraId="6550FC64" w14:textId="77777777" w:rsidR="001A1D1A" w:rsidRDefault="00A03A1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6EEF63BD" w14:textId="77777777" w:rsidR="001A1D1A" w:rsidRDefault="00A03A13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A Supplier will be selected based on the competitive procurement procedure described in this RFQ.</w:t>
      </w:r>
    </w:p>
    <w:p w14:paraId="70D23A93" w14:textId="77777777" w:rsidR="001A1D1A" w:rsidRDefault="00A03A13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Sincerely,</w:t>
      </w:r>
    </w:p>
    <w:p w14:paraId="4C1E0F6A" w14:textId="422F162C" w:rsidR="001A1D1A" w:rsidRDefault="009C158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2720AF">
        <w:rPr>
          <w:noProof/>
          <w:sz w:val="20"/>
          <w:szCs w:val="20"/>
        </w:rPr>
        <w:drawing>
          <wp:inline distT="0" distB="0" distL="0" distR="0" wp14:anchorId="2B2EF389" wp14:editId="434186E4">
            <wp:extent cx="845820" cy="396240"/>
            <wp:effectExtent l="0" t="0" r="0" b="3810"/>
            <wp:docPr id="1" name="Picture 1" descr="Kurina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urinati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9DB550" w14:textId="099CDD8E" w:rsidR="001A1D1A" w:rsidRDefault="009A3633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 xml:space="preserve">for </w:t>
      </w:r>
      <w:r w:rsidR="00E63034">
        <w:rPr>
          <w:rFonts w:ascii="Calibri" w:hAnsi="Calibri" w:cs="Calibri"/>
          <w:lang w:val="en-GB" w:eastAsia="ko-KR"/>
        </w:rPr>
        <w:t>MHMS</w:t>
      </w:r>
      <w:r w:rsidR="00823C92">
        <w:rPr>
          <w:rFonts w:ascii="Calibri" w:hAnsi="Calibri" w:cs="Calibri"/>
          <w:lang w:val="en-GB" w:eastAsia="ko-KR"/>
        </w:rPr>
        <w:t xml:space="preserve"> Officer In Charge</w:t>
      </w:r>
      <w:r w:rsidR="00823C92">
        <w:rPr>
          <w:rFonts w:ascii="Calibri" w:hAnsi="Calibri" w:cs="Calibri"/>
          <w:lang w:val="en-GB" w:eastAsia="ko-KR"/>
        </w:rPr>
        <w:br/>
        <w:t>Ema Nauan.</w:t>
      </w:r>
    </w:p>
    <w:p w14:paraId="67EE7942" w14:textId="3BE2C882" w:rsidR="001A1D1A" w:rsidRDefault="00A03A13" w:rsidP="00823C92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rFonts w:ascii="Calibri" w:hAnsi="Calibri" w:cs="Calibri"/>
          <w:i/>
          <w:color w:val="FF0000"/>
          <w:lang w:val="en-GB" w:eastAsia="ko-KR"/>
        </w:rPr>
      </w:pPr>
      <w:r>
        <w:rPr>
          <w:rFonts w:ascii="Calibri" w:hAnsi="Calibri" w:cs="Calibri"/>
          <w:lang w:val="en-GB" w:eastAsia="ko-KR"/>
        </w:rPr>
        <w:t xml:space="preserve">Official email address: </w:t>
      </w:r>
      <w:hyperlink r:id="rId13" w:history="1">
        <w:r w:rsidR="00823C92" w:rsidRPr="0008277D">
          <w:rPr>
            <w:rStyle w:val="Hyperlink"/>
            <w:rFonts w:ascii="Calibri" w:hAnsi="Calibri" w:cs="Calibri"/>
            <w:lang w:val="en-GB" w:eastAsia="ko-KR"/>
          </w:rPr>
          <w:t>secretary@mhms.gov.ki</w:t>
        </w:r>
      </w:hyperlink>
      <w:r w:rsidR="00823C92">
        <w:rPr>
          <w:rFonts w:ascii="Calibri" w:hAnsi="Calibri" w:cs="Calibri"/>
          <w:lang w:val="en-GB" w:eastAsia="ko-KR"/>
        </w:rPr>
        <w:br/>
      </w:r>
      <w:r>
        <w:rPr>
          <w:i/>
          <w:color w:val="FF0000"/>
          <w:lang w:val="en-GB" w:eastAsia="ko-KR"/>
        </w:rPr>
        <w:t>*</w:t>
      </w:r>
      <w:r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4" w:history="1"/>
      <w:r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1A1D1A">
      <w:headerReference w:type="default" r:id="rId15"/>
      <w:footerReference w:type="default" r:id="rId16"/>
      <w:headerReference w:type="first" r:id="rId17"/>
      <w:type w:val="oddPage"/>
      <w:pgSz w:w="11907" w:h="1683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7688F" w14:textId="77777777" w:rsidR="00835D5B" w:rsidRDefault="00835D5B">
      <w:r>
        <w:separator/>
      </w:r>
    </w:p>
  </w:endnote>
  <w:endnote w:type="continuationSeparator" w:id="0">
    <w:p w14:paraId="43853106" w14:textId="77777777" w:rsidR="00835D5B" w:rsidRDefault="00835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28661" w14:textId="77777777" w:rsidR="001A1D1A" w:rsidRDefault="00A03A1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E80C50" w:rsidRPr="00E80C50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E80C50" w:rsidRPr="00E80C50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6849F760" w14:textId="1490F7AD" w:rsidR="001A1D1A" w:rsidRDefault="00A03A1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3491D">
      <w:rPr>
        <w:noProof/>
      </w:rPr>
      <w:t>2022-08-01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79D61" w14:textId="77777777" w:rsidR="00835D5B" w:rsidRDefault="00835D5B">
      <w:r>
        <w:separator/>
      </w:r>
    </w:p>
  </w:footnote>
  <w:footnote w:type="continuationSeparator" w:id="0">
    <w:p w14:paraId="17EA80FC" w14:textId="77777777" w:rsidR="00835D5B" w:rsidRDefault="00835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BF724" w14:textId="753A02C4" w:rsidR="001A1D1A" w:rsidRDefault="00A03A1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761E1E9F" wp14:editId="7C89BE28">
          <wp:extent cx="590550" cy="645795"/>
          <wp:effectExtent l="0" t="0" r="0" b="1905"/>
          <wp:docPr id="5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theme="minorHAnsi"/>
        <w:sz w:val="20"/>
      </w:rPr>
      <w:fldChar w:fldCharType="begin"/>
    </w:r>
    <w:r>
      <w:rPr>
        <w:rFonts w:asciiTheme="minorHAnsi" w:hAnsiTheme="minorHAnsi" w:cstheme="minorHAnsi"/>
        <w:sz w:val="20"/>
      </w:rPr>
      <w:instrText xml:space="preserve"> REF Number \h  \* MERGEFORMAT </w:instrText>
    </w:r>
    <w:r>
      <w:rPr>
        <w:rFonts w:asciiTheme="minorHAnsi" w:hAnsiTheme="minorHAnsi" w:cstheme="minorHAnsi"/>
        <w:sz w:val="20"/>
      </w:rPr>
    </w:r>
    <w:r>
      <w:rPr>
        <w:rFonts w:asciiTheme="minorHAnsi" w:hAnsiTheme="minorHAnsi" w:cstheme="minorHAnsi"/>
        <w:sz w:val="20"/>
      </w:rPr>
      <w:fldChar w:fldCharType="separate"/>
    </w:r>
    <w:r>
      <w:rPr>
        <w:rStyle w:val="Strong"/>
        <w:rFonts w:asciiTheme="minorHAnsi" w:hAnsiTheme="minorHAnsi" w:cstheme="minorHAnsi"/>
        <w:szCs w:val="24"/>
      </w:rPr>
      <w:t>RFQ-M</w:t>
    </w:r>
    <w:r w:rsidR="00C00753">
      <w:rPr>
        <w:rStyle w:val="Strong"/>
        <w:rFonts w:asciiTheme="minorHAnsi" w:hAnsiTheme="minorHAnsi" w:cstheme="minorHAnsi"/>
        <w:szCs w:val="24"/>
      </w:rPr>
      <w:t>HMS</w:t>
    </w:r>
    <w:r>
      <w:rPr>
        <w:rStyle w:val="Strong"/>
        <w:rFonts w:asciiTheme="minorHAnsi" w:hAnsiTheme="minorHAnsi" w:cstheme="minorHAnsi"/>
        <w:szCs w:val="24"/>
      </w:rPr>
      <w:t>-202</w:t>
    </w:r>
    <w:r w:rsidR="00C00753">
      <w:rPr>
        <w:rStyle w:val="Strong"/>
        <w:rFonts w:asciiTheme="minorHAnsi" w:hAnsiTheme="minorHAnsi" w:cstheme="minorHAnsi"/>
        <w:szCs w:val="24"/>
      </w:rPr>
      <w:t>2</w:t>
    </w:r>
    <w:r>
      <w:rPr>
        <w:rStyle w:val="Strong"/>
        <w:rFonts w:asciiTheme="minorHAnsi" w:hAnsiTheme="minorHAnsi" w:cstheme="minorHAnsi"/>
        <w:szCs w:val="24"/>
      </w:rPr>
      <w:t>-</w:t>
    </w:r>
    <w:r w:rsidR="00C00753">
      <w:rPr>
        <w:rStyle w:val="Strong"/>
        <w:rFonts w:asciiTheme="minorHAnsi" w:hAnsiTheme="minorHAnsi" w:cstheme="minorHAnsi"/>
        <w:szCs w:val="24"/>
      </w:rPr>
      <w:t>G007</w:t>
    </w:r>
    <w:r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D914" w14:textId="77777777" w:rsidR="001A1D1A" w:rsidRDefault="00A03A13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 xml:space="preserve">GGGI Country Program Development             RFP-2011-003  Volume 1 (Main)   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5533BB97" w14:textId="77777777" w:rsidR="001A1D1A" w:rsidRDefault="001A1D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75F63490"/>
    <w:multiLevelType w:val="multilevel"/>
    <w:tmpl w:val="75F634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1533836082">
    <w:abstractNumId w:val="0"/>
  </w:num>
  <w:num w:numId="2" w16cid:durableId="501361668">
    <w:abstractNumId w:val="2"/>
  </w:num>
  <w:num w:numId="3" w16cid:durableId="197475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0E8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B9F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A1D1A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5149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D4A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B50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904"/>
    <w:rsid w:val="003B4DD1"/>
    <w:rsid w:val="003B4ECE"/>
    <w:rsid w:val="003B5AF9"/>
    <w:rsid w:val="003B5ECE"/>
    <w:rsid w:val="003C0955"/>
    <w:rsid w:val="003C0A7D"/>
    <w:rsid w:val="003C1F1F"/>
    <w:rsid w:val="003C3B9D"/>
    <w:rsid w:val="003C5E9C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19D3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491D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145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529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69C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6C9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829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2A9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3C92"/>
    <w:rsid w:val="00825BC0"/>
    <w:rsid w:val="00826C4B"/>
    <w:rsid w:val="0083106A"/>
    <w:rsid w:val="008321ED"/>
    <w:rsid w:val="00832540"/>
    <w:rsid w:val="00832BF7"/>
    <w:rsid w:val="008342CD"/>
    <w:rsid w:val="00835460"/>
    <w:rsid w:val="00835D5B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3633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58B"/>
    <w:rsid w:val="009C1A99"/>
    <w:rsid w:val="009C45A7"/>
    <w:rsid w:val="009C45F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1931"/>
    <w:rsid w:val="00A02237"/>
    <w:rsid w:val="00A026E0"/>
    <w:rsid w:val="00A03A13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56D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2"/>
    <w:rsid w:val="00B62288"/>
    <w:rsid w:val="00B63D5D"/>
    <w:rsid w:val="00B63F3C"/>
    <w:rsid w:val="00B66100"/>
    <w:rsid w:val="00B67A23"/>
    <w:rsid w:val="00B71EEE"/>
    <w:rsid w:val="00B7242A"/>
    <w:rsid w:val="00B7601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0753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1051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2E9A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C13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151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034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C50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92D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2CF5"/>
    <w:rsid w:val="00FF30C5"/>
    <w:rsid w:val="00FF5424"/>
    <w:rsid w:val="00FF6207"/>
    <w:rsid w:val="00FF6BDE"/>
    <w:rsid w:val="00FF72A3"/>
    <w:rsid w:val="00FF742C"/>
    <w:rsid w:val="00FF7A15"/>
    <w:rsid w:val="540E5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F5F4A0"/>
  <w15:docId w15:val="{785ABDD0-3DD5-4BA6-83F7-E520FA38A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KI" w:eastAsia="en-K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semiHidden="1"/>
    <w:lsdException w:name="toc 6" w:semiHidden="1"/>
    <w:lsdException w:name="toc 7" w:semiHidden="1" w:qFormat="1"/>
    <w:lsdException w:name="toc 8" w:semiHidden="1"/>
    <w:lsdException w:name="toc 9" w:semiHidden="1" w:qFormat="1"/>
    <w:lsdException w:name="footnote text" w:semiHidden="1"/>
    <w:lsdException w:name="annotation text" w:uiPriority="99" w:unhideWhenUsed="1" w:qFormat="1"/>
    <w:lsdException w:name="header" w:uiPriority="99"/>
    <w:lsdException w:name="foot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uiPriority="99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pPr>
      <w:spacing w:after="240"/>
    </w:pPr>
  </w:style>
  <w:style w:type="paragraph" w:styleId="BalloonText">
    <w:name w:val="Balloon Text"/>
    <w:basedOn w:val="Normal"/>
    <w:link w:val="BalloonTextChar"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pPr>
      <w:spacing w:after="120"/>
      <w:ind w:left="360"/>
    </w:pPr>
    <w:rPr>
      <w:szCs w:val="20"/>
    </w:rPr>
  </w:style>
  <w:style w:type="character" w:styleId="CommentReference">
    <w:name w:val="annotation reference"/>
    <w:uiPriority w:val="99"/>
    <w:unhideWhenUsed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pPr>
      <w:ind w:left="720"/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"/>
    <w:unhideWhenUsed/>
    <w:rPr>
      <w:rFonts w:ascii="Consolas" w:eastAsia="Calibri" w:hAnsi="Consolas"/>
      <w:sz w:val="21"/>
      <w:szCs w:val="21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paragraph" w:customStyle="1" w:styleId="ChapterNumber">
    <w:name w:val="ChapterNumber"/>
    <w:basedOn w:val="Normal"/>
    <w:next w:val="Normal"/>
    <w:pPr>
      <w:spacing w:after="360"/>
    </w:pPr>
  </w:style>
  <w:style w:type="paragraph" w:customStyle="1" w:styleId="TextBox">
    <w:name w:val="Text Box"/>
    <w:basedOn w:val="Normal"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Pr>
      <w:sz w:val="24"/>
      <w:lang w:eastAsia="en-US"/>
    </w:rPr>
  </w:style>
  <w:style w:type="character" w:customStyle="1" w:styleId="Heading1Char">
    <w:name w:val="Heading 1 Char"/>
    <w:link w:val="Heading1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Pr>
      <w:sz w:val="24"/>
    </w:rPr>
  </w:style>
  <w:style w:type="character" w:customStyle="1" w:styleId="FootnoteTextChar">
    <w:name w:val="Footnote Text Char"/>
    <w:link w:val="FootnoteText"/>
    <w:semiHidden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rPr>
      <w:sz w:val="24"/>
    </w:rPr>
  </w:style>
  <w:style w:type="character" w:customStyle="1" w:styleId="PlainTextChar">
    <w:name w:val="Plain Text Char"/>
    <w:link w:val="PlainText"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rPr>
      <w:sz w:val="16"/>
      <w:szCs w:val="16"/>
    </w:rPr>
  </w:style>
  <w:style w:type="paragraph" w:customStyle="1" w:styleId="a">
    <w:name w:val="선그리기"/>
    <w:basedOn w:val="Normal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pPr>
      <w:numPr>
        <w:ilvl w:val="1"/>
      </w:numPr>
    </w:pPr>
  </w:style>
  <w:style w:type="paragraph" w:customStyle="1" w:styleId="03opensquarebullet">
    <w:name w:val="03 open square bullet"/>
    <w:basedOn w:val="02dash"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pPr>
      <w:numPr>
        <w:ilvl w:val="3"/>
      </w:numPr>
    </w:pPr>
  </w:style>
  <w:style w:type="paragraph" w:customStyle="1" w:styleId="05number1">
    <w:name w:val="05 number/1"/>
    <w:basedOn w:val="Normal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Pr>
      <w:rFonts w:ascii="Calibri" w:eastAsia="Times New Roman" w:hAnsi="Calibri"/>
      <w:kern w:val="2"/>
      <w:szCs w:val="22"/>
      <w:lang w:val="en-US"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</w:style>
  <w:style w:type="paragraph" w:customStyle="1" w:styleId="StyleHeading4BodyCalibri">
    <w:name w:val="Style Heading 4 + +Body (Calibri)"/>
    <w:basedOn w:val="Heading4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secretary@mhms.gov.k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gggi@leek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8F3714-9E9C-4A56-BC4C-5E274AD7E9A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8</cp:revision>
  <cp:lastPrinted>2013-10-18T08:32:00Z</cp:lastPrinted>
  <dcterms:created xsi:type="dcterms:W3CDTF">2021-11-11T04:31:00Z</dcterms:created>
  <dcterms:modified xsi:type="dcterms:W3CDTF">2022-07-31T21:18:00Z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1033-11.2.0.10017</vt:lpwstr>
  </property>
</Properties>
</file>